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36D36020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980831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DE1A6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14A5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D69467F" w14:textId="77777777" w:rsidR="00F1715C" w:rsidRDefault="00980831" w:rsidP="00460660">
          <w:pPr>
            <w:pStyle w:val="Zpat"/>
          </w:pPr>
          <w:r>
            <w:t>Oblastní ředitelství Ústí nad Labem</w:t>
          </w:r>
        </w:p>
        <w:p w14:paraId="436F159D" w14:textId="77777777" w:rsidR="00980831" w:rsidRDefault="00980831" w:rsidP="00460660">
          <w:pPr>
            <w:pStyle w:val="Zpat"/>
          </w:pPr>
          <w:r>
            <w:t>Železničářská 1386/31</w:t>
          </w:r>
        </w:p>
        <w:p w14:paraId="1D361DC0" w14:textId="0F94969E" w:rsidR="00980831" w:rsidRDefault="00980831" w:rsidP="00460660">
          <w:pPr>
            <w:pStyle w:val="Zpat"/>
          </w:pPr>
          <w:r>
            <w:t>400 03 Ústí nad Labem</w:t>
          </w: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69CE3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622C1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0831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52801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361D84"/>
  <w14:defaultImageDpi w14:val="32767"/>
  <w15:docId w15:val="{DEE9DB63-4C76-4630-8DDE-46CD670CA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6BA847-5A6F-43AB-9655-E16D4FC78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3</cp:revision>
  <cp:lastPrinted>2020-07-15T06:29:00Z</cp:lastPrinted>
  <dcterms:created xsi:type="dcterms:W3CDTF">2022-11-21T12:03:00Z</dcterms:created>
  <dcterms:modified xsi:type="dcterms:W3CDTF">2022-11-22T07:22:00Z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